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-.docx</dmsv2BaseFileName>
    <dmsv2BaseDisplayName xmlns="http://schemas.microsoft.com/sharepoint/v3">Załącznik nr 6 do SWZ - Wzór umowy powierzenia przetwarzania danych -</dmsv2BaseDisplayName>
    <dmsv2SWPP2ObjectNumber xmlns="http://schemas.microsoft.com/sharepoint/v3">POST/DYS/OLD/GZ/04485/2025                        </dmsv2SWPP2ObjectNumber>
    <dmsv2SWPP2SumMD5 xmlns="http://schemas.microsoft.com/sharepoint/v3">237480d65c6bb4711e24339168f1b4c5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JEUP5JKVCYQC-91331814-15918</_dlc_DocId>
    <_dlc_DocIdUrl xmlns="a19cb1c7-c5c7-46d4-85ae-d83685407bba">
      <Url>https://swpp2.dms.gkpge.pl/sites/41/_layouts/15/DocIdRedir.aspx?ID=JEUP5JKVCYQC-91331814-15918</Url>
      <Description>JEUP5JKVCYQC-91331814-15918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4C3C2511-7F1F-40D2-AB02-0DD517122DE3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FCA2992-3997-4D1C-9CB9-913FCB2AFA9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4763e72e-bb02-40bc-a08a-4cdfed58e177</vt:lpwstr>
  </property>
</Properties>
</file>